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3A8" w:rsidRDefault="00F963A8">
      <w:pPr>
        <w:rPr>
          <w:lang w:val="en-NZ"/>
        </w:rPr>
      </w:pPr>
    </w:p>
    <w:p w:rsidR="00C643B6" w:rsidRDefault="005429D7" w:rsidP="00C643B6">
      <w:r>
        <w:rPr>
          <w:noProof/>
          <w:lang w:val="en-NZ" w:eastAsia="en-NZ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35560</wp:posOffset>
            </wp:positionV>
            <wp:extent cx="1543050" cy="609600"/>
            <wp:effectExtent l="19050" t="0" r="0" b="0"/>
            <wp:wrapNone/>
            <wp:docPr id="2" name="Picture 2" descr="jay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ayde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-64" r="479" b="70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96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365EF3">
        <w:t xml:space="preserve">14 April 2014 </w:t>
      </w:r>
    </w:p>
    <w:p w:rsidR="00365EF3" w:rsidRDefault="00365EF3" w:rsidP="00C643B6"/>
    <w:p w:rsidR="00365EF3" w:rsidRDefault="00365EF3" w:rsidP="00C643B6"/>
    <w:p w:rsidR="00C643B6" w:rsidRDefault="00C643B6" w:rsidP="00C643B6">
      <w:r>
        <w:t>To Whom It May Concern</w:t>
      </w:r>
      <w:r w:rsidR="00365EF3">
        <w:t>,</w:t>
      </w:r>
    </w:p>
    <w:p w:rsidR="00C643B6" w:rsidRDefault="00C643B6" w:rsidP="00C643B6"/>
    <w:p w:rsidR="00365EF3" w:rsidRDefault="00365EF3" w:rsidP="00C643B6"/>
    <w:p w:rsidR="00C643B6" w:rsidRDefault="00C643B6" w:rsidP="00C643B6">
      <w:r>
        <w:t xml:space="preserve">This is an official quote for a Te Kura o </w:t>
      </w:r>
      <w:proofErr w:type="spellStart"/>
      <w:r>
        <w:t>Pakipaki</w:t>
      </w:r>
      <w:proofErr w:type="spellEnd"/>
      <w:r>
        <w:t xml:space="preserve"> </w:t>
      </w:r>
      <w:proofErr w:type="spellStart"/>
      <w:r>
        <w:t>potae</w:t>
      </w:r>
      <w:proofErr w:type="spellEnd"/>
      <w:r>
        <w:t xml:space="preserve"> (hat) for 2013.</w:t>
      </w:r>
    </w:p>
    <w:p w:rsidR="00C643B6" w:rsidRDefault="00C643B6" w:rsidP="00C643B6"/>
    <w:p w:rsidR="00C643B6" w:rsidRDefault="00C643B6" w:rsidP="00C643B6">
      <w:r>
        <w:t xml:space="preserve">1x </w:t>
      </w:r>
      <w:proofErr w:type="spellStart"/>
      <w:r>
        <w:t>potae</w:t>
      </w:r>
      <w:proofErr w:type="spellEnd"/>
      <w:r>
        <w:t xml:space="preserve"> (hat)</w:t>
      </w:r>
      <w:r w:rsidR="00365EF3">
        <w:tab/>
      </w:r>
      <w:r w:rsidR="00365EF3">
        <w:tab/>
      </w:r>
      <w:r w:rsidR="00365EF3">
        <w:tab/>
      </w:r>
      <w:r>
        <w:t>Total: $15.00</w:t>
      </w:r>
    </w:p>
    <w:p w:rsidR="00C643B6" w:rsidRDefault="00C643B6" w:rsidP="00C643B6"/>
    <w:p w:rsidR="00C643B6" w:rsidRDefault="00C643B6" w:rsidP="00C643B6">
      <w:r>
        <w:t xml:space="preserve">Payments are to be made using a deposit slip and return the receipt to the School Office so that your child’s </w:t>
      </w:r>
      <w:proofErr w:type="spellStart"/>
      <w:r>
        <w:t>potae</w:t>
      </w:r>
      <w:proofErr w:type="spellEnd"/>
      <w:r>
        <w:t xml:space="preserve"> (hat) can be ordered. Please contact our office for any further details.</w:t>
      </w:r>
    </w:p>
    <w:p w:rsidR="00C643B6" w:rsidRDefault="00C643B6" w:rsidP="00C643B6"/>
    <w:p w:rsidR="00C643B6" w:rsidRDefault="00C643B6"/>
    <w:p w:rsidR="00365EF3" w:rsidRDefault="00365EF3">
      <w:r>
        <w:t>Nga mihi,</w:t>
      </w:r>
    </w:p>
    <w:p w:rsidR="00365EF3" w:rsidRDefault="00365EF3"/>
    <w:p w:rsidR="00365EF3" w:rsidRDefault="00365EF3">
      <w:pPr>
        <w:rPr>
          <w:lang w:val="en-NZ"/>
        </w:rPr>
      </w:pPr>
      <w:r>
        <w:t xml:space="preserve">Jessie Munro (Te </w:t>
      </w:r>
      <w:proofErr w:type="spellStart"/>
      <w:r>
        <w:t>Tumuaki</w:t>
      </w:r>
      <w:proofErr w:type="spellEnd"/>
      <w:r>
        <w:t>)</w:t>
      </w:r>
    </w:p>
    <w:p w:rsidR="005966F9" w:rsidRPr="005966F9" w:rsidRDefault="005966F9" w:rsidP="005966F9">
      <w:pPr>
        <w:ind w:left="-567"/>
        <w:rPr>
          <w:lang w:val="en-NZ"/>
        </w:rPr>
      </w:pPr>
    </w:p>
    <w:sectPr w:rsidR="005966F9" w:rsidRPr="005966F9" w:rsidSect="000B1D02">
      <w:headerReference w:type="default" r:id="rId7"/>
      <w:pgSz w:w="11907" w:h="16839" w:code="9"/>
      <w:pgMar w:top="1440" w:right="1440" w:bottom="1440" w:left="1440" w:header="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3B6" w:rsidRDefault="00C643B6" w:rsidP="00B846B6">
      <w:r>
        <w:separator/>
      </w:r>
    </w:p>
  </w:endnote>
  <w:endnote w:type="continuationSeparator" w:id="1">
    <w:p w:rsidR="00C643B6" w:rsidRDefault="00C643B6" w:rsidP="00B84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3B6" w:rsidRDefault="00C643B6" w:rsidP="00B846B6">
      <w:r>
        <w:separator/>
      </w:r>
    </w:p>
  </w:footnote>
  <w:footnote w:type="continuationSeparator" w:id="1">
    <w:p w:rsidR="00C643B6" w:rsidRDefault="00C643B6" w:rsidP="00B846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F9" w:rsidRDefault="005966F9" w:rsidP="00B846B6">
    <w:pPr>
      <w:pStyle w:val="Header"/>
      <w:ind w:left="-1418"/>
    </w:pPr>
    <w:r>
      <w:rPr>
        <w:noProof/>
        <w:lang w:val="en-NZ" w:eastAsia="en-NZ"/>
      </w:rPr>
      <w:drawing>
        <wp:inline distT="0" distB="0" distL="0" distR="0">
          <wp:extent cx="7524750" cy="1836167"/>
          <wp:effectExtent l="19050" t="0" r="0" b="0"/>
          <wp:docPr id="1" name="Picture 0" descr="Letterhead 20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201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7952" cy="18393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C643B6"/>
    <w:rsid w:val="000B1D02"/>
    <w:rsid w:val="001E3395"/>
    <w:rsid w:val="0028126B"/>
    <w:rsid w:val="00365EF3"/>
    <w:rsid w:val="00382686"/>
    <w:rsid w:val="003B4D62"/>
    <w:rsid w:val="004B1721"/>
    <w:rsid w:val="005429D7"/>
    <w:rsid w:val="005966F9"/>
    <w:rsid w:val="005F03BD"/>
    <w:rsid w:val="00A327CC"/>
    <w:rsid w:val="00B846B6"/>
    <w:rsid w:val="00C643B6"/>
    <w:rsid w:val="00CD1175"/>
    <w:rsid w:val="00D67AFE"/>
    <w:rsid w:val="00F96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3B6"/>
    <w:pPr>
      <w:spacing w:after="0" w:line="240" w:lineRule="auto"/>
    </w:pPr>
    <w:rPr>
      <w:rFonts w:ascii="Times" w:eastAsia="Times" w:hAnsi="Times" w:cs="Times New Roman"/>
      <w:sz w:val="24"/>
      <w:szCs w:val="20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46B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846B6"/>
  </w:style>
  <w:style w:type="paragraph" w:styleId="Footer">
    <w:name w:val="footer"/>
    <w:basedOn w:val="Normal"/>
    <w:link w:val="FooterChar"/>
    <w:uiPriority w:val="99"/>
    <w:semiHidden/>
    <w:unhideWhenUsed/>
    <w:rsid w:val="00B846B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846B6"/>
  </w:style>
  <w:style w:type="paragraph" w:styleId="BalloonText">
    <w:name w:val="Balloon Text"/>
    <w:basedOn w:val="Normal"/>
    <w:link w:val="BalloonTextChar"/>
    <w:uiPriority w:val="99"/>
    <w:semiHidden/>
    <w:unhideWhenUsed/>
    <w:rsid w:val="00B846B6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3B6"/>
    <w:pPr>
      <w:spacing w:after="0" w:line="240" w:lineRule="auto"/>
    </w:pPr>
    <w:rPr>
      <w:rFonts w:ascii="Times" w:eastAsia="Times" w:hAnsi="Times" w:cs="Times New Roman"/>
      <w:sz w:val="24"/>
      <w:szCs w:val="20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46B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846B6"/>
  </w:style>
  <w:style w:type="paragraph" w:styleId="Footer">
    <w:name w:val="footer"/>
    <w:basedOn w:val="Normal"/>
    <w:link w:val="FooterChar"/>
    <w:uiPriority w:val="99"/>
    <w:semiHidden/>
    <w:unhideWhenUsed/>
    <w:rsid w:val="00B846B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846B6"/>
  </w:style>
  <w:style w:type="paragraph" w:styleId="BalloonText">
    <w:name w:val="Balloon Text"/>
    <w:basedOn w:val="Normal"/>
    <w:link w:val="BalloonTextChar"/>
    <w:uiPriority w:val="99"/>
    <w:semiHidden/>
    <w:unhideWhenUsed/>
    <w:rsid w:val="00B846B6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6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CHOOL%20LETTERHEAD\school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school letterhead.dotx</Template>
  <TotalTime>3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Shepherd</dc:creator>
  <cp:lastModifiedBy>jmunro</cp:lastModifiedBy>
  <cp:revision>3</cp:revision>
  <cp:lastPrinted>2013-05-13T20:59:00Z</cp:lastPrinted>
  <dcterms:created xsi:type="dcterms:W3CDTF">2014-03-14T01:38:00Z</dcterms:created>
  <dcterms:modified xsi:type="dcterms:W3CDTF">2014-03-14T01:40:00Z</dcterms:modified>
</cp:coreProperties>
</file>